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026" w:rsidRDefault="00337026"/>
    <w:p w:rsidR="00337026" w:rsidRDefault="00337026"/>
    <w:p w:rsidR="00337026" w:rsidRDefault="00337026"/>
    <w:p w:rsidR="00337026" w:rsidRDefault="00337026" w:rsidP="007C41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Маршрутный лист урока № 27-28</w:t>
      </w:r>
    </w:p>
    <w:p w:rsidR="00337026" w:rsidRDefault="00337026" w:rsidP="007C41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(Немецкий язык) 8 класс</w:t>
      </w:r>
    </w:p>
    <w:p w:rsidR="00337026" w:rsidRDefault="00337026" w:rsidP="007C41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026" w:rsidRDefault="00337026" w:rsidP="007C41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4"/>
        <w:gridCol w:w="10596"/>
      </w:tblGrid>
      <w:tr w:rsidR="00337026" w:rsidRPr="00643E11" w:rsidTr="00643E11">
        <w:tc>
          <w:tcPr>
            <w:tcW w:w="3964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Дата:</w:t>
            </w:r>
          </w:p>
        </w:tc>
        <w:tc>
          <w:tcPr>
            <w:tcW w:w="10596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3E11">
              <w:rPr>
                <w:rFonts w:ascii="Times New Roman" w:hAnsi="Times New Roman"/>
                <w:sz w:val="28"/>
                <w:szCs w:val="28"/>
              </w:rPr>
              <w:t>07.04.2020</w:t>
            </w:r>
          </w:p>
        </w:tc>
      </w:tr>
      <w:tr w:rsidR="00337026" w:rsidRPr="00643E11" w:rsidTr="00643E11">
        <w:trPr>
          <w:trHeight w:val="2662"/>
        </w:trPr>
        <w:tc>
          <w:tcPr>
            <w:tcW w:w="3964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Тема урока:</w:t>
            </w:r>
          </w:p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96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3E11">
              <w:rPr>
                <w:rFonts w:ascii="Times New Roman" w:hAnsi="Times New Roman"/>
                <w:sz w:val="28"/>
                <w:szCs w:val="28"/>
              </w:rPr>
              <w:t>Здоровый образ жизни.</w:t>
            </w:r>
            <w:r w:rsidRPr="00643E11">
              <w:rPr>
                <w:rFonts w:ascii="Times New Roman" w:hAnsi="Times New Roman"/>
                <w:sz w:val="28"/>
                <w:szCs w:val="28"/>
              </w:rPr>
              <w:tab/>
              <w:t>Развитие навыков аудирования и чтения.</w:t>
            </w:r>
          </w:p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3E11">
              <w:rPr>
                <w:rFonts w:ascii="Times New Roman" w:hAnsi="Times New Roman"/>
                <w:sz w:val="28"/>
                <w:szCs w:val="28"/>
              </w:rPr>
              <w:t>Развитие  умения написать электронное письмо по образцу о себе.</w:t>
            </w:r>
          </w:p>
        </w:tc>
      </w:tr>
      <w:tr w:rsidR="00337026" w:rsidRPr="00643E11" w:rsidTr="00643E11">
        <w:tc>
          <w:tcPr>
            <w:tcW w:w="3964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Характеристика основной деятельности обучающихся:</w:t>
            </w:r>
          </w:p>
        </w:tc>
        <w:tc>
          <w:tcPr>
            <w:tcW w:w="10596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3E11">
              <w:rPr>
                <w:rFonts w:ascii="Times New Roman" w:hAnsi="Times New Roman"/>
                <w:sz w:val="28"/>
                <w:szCs w:val="28"/>
              </w:rPr>
              <w:t>Вербально или невербально реагируют на услышанное; называют время с опорой на наглядность; знакомятся с порядком слов в предложениях с указанием времени.</w:t>
            </w:r>
          </w:p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3E11">
              <w:rPr>
                <w:rFonts w:ascii="Times New Roman" w:hAnsi="Times New Roman"/>
                <w:sz w:val="28"/>
                <w:szCs w:val="28"/>
              </w:rPr>
              <w:t>Читают текст с полным пониманием содержания, пишут электронное письмо по образцу.</w:t>
            </w:r>
          </w:p>
        </w:tc>
      </w:tr>
      <w:tr w:rsidR="00337026" w:rsidRPr="00643E11" w:rsidTr="00643E11">
        <w:tc>
          <w:tcPr>
            <w:tcW w:w="3964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Шаг 1</w:t>
            </w:r>
          </w:p>
        </w:tc>
        <w:tc>
          <w:tcPr>
            <w:tcW w:w="10596" w:type="dxa"/>
          </w:tcPr>
          <w:p w:rsidR="00337026" w:rsidRDefault="00337026" w:rsidP="00456C5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56C51">
              <w:rPr>
                <w:rFonts w:ascii="Times New Roman" w:hAnsi="Times New Roman"/>
                <w:b/>
                <w:bCs/>
                <w:sz w:val="28"/>
                <w:szCs w:val="28"/>
              </w:rPr>
              <w:t>Материалы для изучения этой темы Вы можете найти на сайтах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:</w:t>
            </w:r>
          </w:p>
          <w:p w:rsidR="00337026" w:rsidRDefault="00337026" w:rsidP="00456C5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6C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56C51">
              <w:rPr>
                <w:rFonts w:ascii="Times New Roman" w:hAnsi="Times New Roman"/>
                <w:sz w:val="28"/>
                <w:szCs w:val="28"/>
                <w:lang w:eastAsia="ru-RU"/>
              </w:rPr>
              <w:t>учебник (</w:t>
            </w:r>
            <w:r w:rsidRPr="00456C5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электронная версия -</w:t>
            </w:r>
            <w:r w:rsidRPr="00456C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hyperlink r:id="rId5" w:history="1"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de-DE"/>
                </w:rPr>
                <w:t>http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de-DE"/>
                </w:rPr>
                <w:t>nashol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de-DE"/>
                </w:rPr>
                <w:t>com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/2014112880950/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de-DE"/>
                </w:rPr>
                <w:t>nemeckii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-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de-DE"/>
                </w:rPr>
                <w:t>yazik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-5-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de-DE"/>
                </w:rPr>
                <w:t>klass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-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de-DE"/>
                </w:rPr>
                <w:t>averin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-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de-DE"/>
                </w:rPr>
                <w:t>m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-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de-DE"/>
                </w:rPr>
                <w:t>m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-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de-DE"/>
                </w:rPr>
                <w:t>djin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-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de-DE"/>
                </w:rPr>
                <w:t>f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-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de-DE"/>
                </w:rPr>
                <w:t>rorman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-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de-DE"/>
                </w:rPr>
                <w:t>l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-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de-DE"/>
                </w:rPr>
                <w:t>zbrankova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-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de-DE"/>
                </w:rPr>
                <w:t>m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-2011.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de-DE"/>
                </w:rPr>
                <w:t>html</w:t>
              </w:r>
            </w:hyperlink>
            <w:r w:rsidRPr="00456C51">
              <w:rPr>
                <w:rFonts w:ascii="Times New Roman" w:hAnsi="Times New Roman"/>
                <w:sz w:val="24"/>
                <w:szCs w:val="24"/>
              </w:rPr>
              <w:t>)</w:t>
            </w:r>
            <w:r w:rsidRPr="00456C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  <w:p w:rsidR="00337026" w:rsidRDefault="00337026" w:rsidP="00456C5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6C51">
              <w:rPr>
                <w:rFonts w:ascii="Times New Roman" w:hAnsi="Times New Roman"/>
                <w:sz w:val="28"/>
                <w:szCs w:val="28"/>
                <w:lang w:eastAsia="ru-RU"/>
              </w:rPr>
              <w:t>рабочая тетрадь (</w:t>
            </w:r>
            <w:r w:rsidRPr="00456C5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электронная версия</w:t>
            </w:r>
            <w:r w:rsidRPr="00456C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- </w:t>
            </w:r>
            <w:hyperlink r:id="rId6" w:history="1"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de-DE" w:eastAsia="ru-RU"/>
                </w:rPr>
                <w:t>http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eastAsia="ru-RU"/>
                </w:rPr>
                <w:t>://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de-DE" w:eastAsia="ru-RU"/>
                </w:rPr>
                <w:t>www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eastAsia="ru-RU"/>
                </w:rPr>
                <w:t>.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de-DE" w:eastAsia="ru-RU"/>
                </w:rPr>
                <w:t>twirpx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eastAsia="ru-RU"/>
                </w:rPr>
                <w:t>.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de-DE" w:eastAsia="ru-RU"/>
                </w:rPr>
                <w:t>com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eastAsia="ru-RU"/>
                </w:rPr>
                <w:t>/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de-DE" w:eastAsia="ru-RU"/>
                </w:rPr>
                <w:t>file</w:t>
              </w:r>
              <w:r w:rsidRPr="00456C5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eastAsia="ru-RU"/>
                </w:rPr>
                <w:t>/1791164/</w:t>
              </w:r>
            </w:hyperlink>
            <w:r w:rsidRPr="00456C51">
              <w:rPr>
                <w:rFonts w:ascii="Times New Roman" w:hAnsi="Times New Roman"/>
                <w:sz w:val="24"/>
                <w:szCs w:val="24"/>
                <w:lang w:eastAsia="ru-RU"/>
              </w:rPr>
              <w:t>);</w:t>
            </w:r>
          </w:p>
          <w:p w:rsidR="00337026" w:rsidRPr="00456C51" w:rsidRDefault="00337026" w:rsidP="00456C5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56C5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Скачайте электронные и рабочей версии учебника тетради! </w:t>
            </w:r>
          </w:p>
          <w:p w:rsidR="00337026" w:rsidRPr="00456C51" w:rsidRDefault="00337026" w:rsidP="00294D1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 задания выполняем в рабочей тетради.</w:t>
            </w:r>
          </w:p>
          <w:p w:rsidR="00337026" w:rsidRDefault="00337026" w:rsidP="00294D12">
            <w:pPr>
              <w:tabs>
                <w:tab w:val="left" w:pos="1890"/>
              </w:tabs>
              <w:spacing w:after="0" w:line="240" w:lineRule="auto"/>
              <w:ind w:left="57" w:right="57" w:hanging="23"/>
              <w:contextualSpacing/>
              <w:jc w:val="both"/>
              <w:rPr>
                <w:rStyle w:val="watch-title"/>
                <w:rFonts w:ascii="Times New Roman" w:hAnsi="Times New Roman"/>
                <w:kern w:val="36"/>
              </w:rPr>
            </w:pPr>
          </w:p>
          <w:p w:rsidR="00337026" w:rsidRPr="00643E11" w:rsidRDefault="00337026" w:rsidP="009C7E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7026" w:rsidRPr="00643E11" w:rsidTr="00643E11">
        <w:tc>
          <w:tcPr>
            <w:tcW w:w="3964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Шаг 2</w:t>
            </w:r>
          </w:p>
        </w:tc>
        <w:tc>
          <w:tcPr>
            <w:tcW w:w="10596" w:type="dxa"/>
          </w:tcPr>
          <w:p w:rsidR="00337026" w:rsidRPr="00747FD6" w:rsidRDefault="0033702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7FD6">
              <w:rPr>
                <w:rFonts w:ascii="Times New Roman" w:hAnsi="Times New Roman"/>
                <w:sz w:val="28"/>
                <w:szCs w:val="28"/>
              </w:rPr>
              <w:t>Работа по учебнику с.41</w:t>
            </w:r>
          </w:p>
          <w:p w:rsidR="00337026" w:rsidRPr="00747FD6" w:rsidRDefault="00337026" w:rsidP="00456C51">
            <w:pPr>
              <w:spacing w:after="0" w:line="240" w:lineRule="auto"/>
              <w:ind w:left="34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6">
              <w:rPr>
                <w:rFonts w:ascii="Times New Roman" w:hAnsi="Times New Roman"/>
                <w:sz w:val="28"/>
                <w:szCs w:val="28"/>
              </w:rPr>
              <w:t>Время по часам. Понятие времени, дни недели, время суток..</w:t>
            </w:r>
            <w:r w:rsidRPr="00747FD6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hyperlink r:id="rId7" w:history="1"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http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://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www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.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de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-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online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.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ru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index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samye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_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vazhnye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_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slova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_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nemeckogo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_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jazyka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/0-243</w:t>
              </w:r>
            </w:hyperlink>
            <w:r w:rsidRPr="00747FD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37026" w:rsidRPr="00747FD6" w:rsidRDefault="00337026" w:rsidP="00456C51">
            <w:pPr>
              <w:spacing w:after="0" w:line="240" w:lineRule="auto"/>
              <w:ind w:left="34" w:right="5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6">
              <w:rPr>
                <w:rFonts w:ascii="Times New Roman" w:hAnsi="Times New Roman"/>
                <w:sz w:val="28"/>
                <w:szCs w:val="28"/>
              </w:rPr>
              <w:t>Задания на тренировку и закрепление времени</w:t>
            </w:r>
          </w:p>
          <w:p w:rsidR="00337026" w:rsidRPr="00747FD6" w:rsidRDefault="00337026" w:rsidP="00456C51">
            <w:pPr>
              <w:spacing w:after="0" w:line="240" w:lineRule="auto"/>
              <w:ind w:left="34" w:right="5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8" w:history="1"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://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en-US"/>
                </w:rPr>
                <w:t>learningapps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.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en-US"/>
                </w:rPr>
                <w:t>org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/1507846</w:t>
              </w:r>
            </w:hyperlink>
            <w:r w:rsidRPr="00747FD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37026" w:rsidRPr="00747FD6" w:rsidRDefault="00337026" w:rsidP="00456C51">
            <w:pPr>
              <w:spacing w:after="0" w:line="240" w:lineRule="auto"/>
              <w:ind w:left="34" w:right="5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9" w:history="1"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http://</w:t>
              </w:r>
            </w:hyperlink>
            <w:hyperlink r:id="rId10" w:history="1"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learningapps.org/1172135</w:t>
              </w:r>
            </w:hyperlink>
            <w:r w:rsidRPr="00747FD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37026" w:rsidRPr="00747FD6" w:rsidRDefault="00337026" w:rsidP="00456C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7FD6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Игра "Который час?" </w:t>
            </w:r>
            <w:hyperlink r:id="rId11" w:history="1"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http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://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www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.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de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-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online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.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ru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igry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_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dlya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_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izucheniya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_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nemeckogo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_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yasyka</w:t>
              </w:r>
            </w:hyperlink>
          </w:p>
          <w:p w:rsidR="00337026" w:rsidRPr="00747FD6" w:rsidRDefault="0033702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7026" w:rsidRPr="00643E11" w:rsidTr="00643E11">
        <w:tc>
          <w:tcPr>
            <w:tcW w:w="3964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Шаг 3</w:t>
            </w:r>
          </w:p>
        </w:tc>
        <w:tc>
          <w:tcPr>
            <w:tcW w:w="10596" w:type="dxa"/>
          </w:tcPr>
          <w:p w:rsidR="00337026" w:rsidRPr="00747FD6" w:rsidRDefault="00337026" w:rsidP="00456C51">
            <w:pPr>
              <w:spacing w:after="0" w:line="240" w:lineRule="auto"/>
              <w:ind w:left="34" w:firstLine="2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6">
              <w:rPr>
                <w:rFonts w:ascii="Times New Roman" w:hAnsi="Times New Roman"/>
                <w:sz w:val="28"/>
                <w:szCs w:val="28"/>
              </w:rPr>
              <w:t>Работа по рабочей тетради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33</w:t>
            </w:r>
          </w:p>
          <w:p w:rsidR="00337026" w:rsidRPr="00747FD6" w:rsidRDefault="00337026" w:rsidP="00456C51">
            <w:pPr>
              <w:spacing w:after="0" w:line="240" w:lineRule="auto"/>
              <w:ind w:left="34" w:firstLine="2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6">
              <w:rPr>
                <w:rFonts w:ascii="Times New Roman" w:hAnsi="Times New Roman"/>
                <w:sz w:val="28"/>
                <w:szCs w:val="28"/>
              </w:rPr>
              <w:t xml:space="preserve">Выполнить упражнения </w:t>
            </w:r>
          </w:p>
          <w:p w:rsidR="00337026" w:rsidRPr="00747FD6" w:rsidRDefault="00337026" w:rsidP="00456C51">
            <w:pPr>
              <w:spacing w:after="0" w:line="240" w:lineRule="auto"/>
              <w:ind w:left="34" w:firstLine="2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6">
              <w:rPr>
                <w:rFonts w:ascii="Times New Roman" w:hAnsi="Times New Roman"/>
                <w:sz w:val="28"/>
                <w:szCs w:val="28"/>
              </w:rPr>
              <w:t xml:space="preserve">Рабочая тетрадь </w:t>
            </w:r>
            <w:hyperlink r:id="rId12" w:history="1"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 w:eastAsia="ru-RU"/>
                </w:rPr>
                <w:t>http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eastAsia="ru-RU"/>
                </w:rPr>
                <w:t>://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 w:eastAsia="ru-RU"/>
                </w:rPr>
                <w:t>www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eastAsia="ru-RU"/>
                </w:rPr>
                <w:t>.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 w:eastAsia="ru-RU"/>
                </w:rPr>
                <w:t>twirpx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eastAsia="ru-RU"/>
                </w:rPr>
                <w:t>.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 w:eastAsia="ru-RU"/>
                </w:rPr>
                <w:t>com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eastAsia="ru-RU"/>
                </w:rPr>
                <w:t>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 w:eastAsia="ru-RU"/>
                </w:rPr>
                <w:t>file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eastAsia="ru-RU"/>
                </w:rPr>
                <w:t>/1791164/</w:t>
              </w:r>
            </w:hyperlink>
            <w:r w:rsidRPr="00747FD6">
              <w:rPr>
                <w:rFonts w:ascii="Times New Roman" w:hAnsi="Times New Roman"/>
                <w:sz w:val="28"/>
                <w:szCs w:val="28"/>
              </w:rPr>
              <w:t xml:space="preserve"> задания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7FD6">
              <w:rPr>
                <w:rFonts w:ascii="Times New Roman" w:hAnsi="Times New Roman"/>
                <w:sz w:val="28"/>
                <w:szCs w:val="28"/>
              </w:rPr>
              <w:t>3а,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Pr="00747FD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37026" w:rsidRPr="00747FD6" w:rsidRDefault="00337026" w:rsidP="00456C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7FD6">
              <w:rPr>
                <w:rFonts w:ascii="Times New Roman" w:hAnsi="Times New Roman"/>
                <w:color w:val="1A1A1A"/>
                <w:sz w:val="28"/>
                <w:szCs w:val="28"/>
                <w:lang w:eastAsia="ru-RU"/>
              </w:rPr>
              <w:t>аудиокурс (</w:t>
            </w:r>
            <w:r w:rsidRPr="00747FD6">
              <w:rPr>
                <w:rFonts w:ascii="Times New Roman" w:hAnsi="Times New Roman"/>
                <w:color w:val="1A1A1A"/>
                <w:sz w:val="28"/>
                <w:szCs w:val="28"/>
                <w:lang w:val="en-US" w:eastAsia="ru-RU"/>
              </w:rPr>
              <w:t>mp</w:t>
            </w:r>
            <w:r w:rsidRPr="00747FD6">
              <w:rPr>
                <w:rFonts w:ascii="Times New Roman" w:hAnsi="Times New Roman"/>
                <w:color w:val="1A1A1A"/>
                <w:sz w:val="28"/>
                <w:szCs w:val="28"/>
                <w:lang w:eastAsia="ru-RU"/>
              </w:rPr>
              <w:t xml:space="preserve">3) к учебнику </w:t>
            </w:r>
            <w:hyperlink r:id="rId13" w:history="1"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http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://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old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.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prosv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.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ru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umk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horizonte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umk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horizonte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info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.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aspx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?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ob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_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no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=40581</w:t>
              </w:r>
            </w:hyperlink>
          </w:p>
        </w:tc>
      </w:tr>
      <w:tr w:rsidR="00337026" w:rsidRPr="00643E11" w:rsidTr="00643E11">
        <w:tc>
          <w:tcPr>
            <w:tcW w:w="3964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Шаг 4</w:t>
            </w:r>
          </w:p>
        </w:tc>
        <w:tc>
          <w:tcPr>
            <w:tcW w:w="10596" w:type="dxa"/>
          </w:tcPr>
          <w:p w:rsidR="00337026" w:rsidRPr="00747FD6" w:rsidRDefault="00337026" w:rsidP="00456C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7FD6">
              <w:rPr>
                <w:rFonts w:ascii="Times New Roman" w:hAnsi="Times New Roman"/>
                <w:sz w:val="28"/>
                <w:szCs w:val="28"/>
              </w:rPr>
              <w:t>Работа по учебнику с.42</w:t>
            </w:r>
          </w:p>
          <w:p w:rsidR="00337026" w:rsidRPr="00747FD6" w:rsidRDefault="00337026" w:rsidP="00456C51">
            <w:pPr>
              <w:spacing w:after="0" w:line="240" w:lineRule="auto"/>
              <w:ind w:left="57" w:right="57" w:firstLine="2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6">
              <w:rPr>
                <w:rFonts w:ascii="Times New Roman" w:hAnsi="Times New Roman"/>
                <w:sz w:val="28"/>
                <w:szCs w:val="28"/>
              </w:rPr>
              <w:t xml:space="preserve">Школьный день Леа. «Единая школа» в Германии </w:t>
            </w:r>
            <w:hyperlink r:id="rId14" w:history="1"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www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.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igh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.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hd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.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bw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.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schule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.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de</w:t>
              </w:r>
            </w:hyperlink>
            <w:r w:rsidRPr="00747FD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37026" w:rsidRPr="00747FD6" w:rsidRDefault="00337026" w:rsidP="00456C51">
            <w:pPr>
              <w:spacing w:after="0" w:line="240" w:lineRule="auto"/>
              <w:ind w:left="34" w:firstLine="2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6">
              <w:rPr>
                <w:rFonts w:ascii="Times New Roman" w:hAnsi="Times New Roman"/>
                <w:b/>
                <w:sz w:val="28"/>
                <w:szCs w:val="28"/>
              </w:rPr>
              <w:t>Video-Rundgang видео-экскурсия по школе IGA</w:t>
            </w:r>
            <w:r w:rsidRPr="00747FD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hyperlink r:id="rId15" w:history="1"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https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://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igh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-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heidelberg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.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com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ueber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-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uns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video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-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rundgang</w:t>
              </w:r>
            </w:hyperlink>
          </w:p>
        </w:tc>
      </w:tr>
      <w:tr w:rsidR="00337026" w:rsidRPr="00643E11" w:rsidTr="00643E11">
        <w:tc>
          <w:tcPr>
            <w:tcW w:w="3964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Шаг 5</w:t>
            </w:r>
          </w:p>
        </w:tc>
        <w:tc>
          <w:tcPr>
            <w:tcW w:w="10596" w:type="dxa"/>
          </w:tcPr>
          <w:p w:rsidR="00337026" w:rsidRPr="00747FD6" w:rsidRDefault="00337026" w:rsidP="00456C51">
            <w:pPr>
              <w:spacing w:after="0" w:line="240" w:lineRule="auto"/>
              <w:ind w:left="34" w:firstLine="2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6">
              <w:rPr>
                <w:rFonts w:ascii="Times New Roman" w:hAnsi="Times New Roman"/>
                <w:sz w:val="28"/>
                <w:szCs w:val="28"/>
              </w:rPr>
              <w:t>Работа по рабочей тетради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33-34</w:t>
            </w:r>
          </w:p>
          <w:p w:rsidR="00337026" w:rsidRPr="00747FD6" w:rsidRDefault="00337026" w:rsidP="00456C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6">
              <w:rPr>
                <w:rFonts w:ascii="Times New Roman" w:hAnsi="Times New Roman"/>
                <w:sz w:val="28"/>
                <w:szCs w:val="28"/>
              </w:rPr>
              <w:t xml:space="preserve"> Выполнить упражнения</w:t>
            </w:r>
          </w:p>
          <w:p w:rsidR="00337026" w:rsidRPr="00747FD6" w:rsidRDefault="00337026" w:rsidP="002E746C">
            <w:pPr>
              <w:spacing w:after="0" w:line="240" w:lineRule="auto"/>
              <w:ind w:left="34" w:firstLine="2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6">
              <w:rPr>
                <w:rFonts w:ascii="Times New Roman" w:hAnsi="Times New Roman"/>
                <w:sz w:val="28"/>
                <w:szCs w:val="28"/>
              </w:rPr>
              <w:t xml:space="preserve">Рабочая тетрадь </w:t>
            </w:r>
            <w:hyperlink r:id="rId16" w:history="1"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 w:eastAsia="ru-RU"/>
                </w:rPr>
                <w:t>http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eastAsia="ru-RU"/>
                </w:rPr>
                <w:t>://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 w:eastAsia="ru-RU"/>
                </w:rPr>
                <w:t>www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eastAsia="ru-RU"/>
                </w:rPr>
                <w:t>.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 w:eastAsia="ru-RU"/>
                </w:rPr>
                <w:t>twirpx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eastAsia="ru-RU"/>
                </w:rPr>
                <w:t>.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 w:eastAsia="ru-RU"/>
                </w:rPr>
                <w:t>com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eastAsia="ru-RU"/>
                </w:rPr>
                <w:t>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 w:eastAsia="ru-RU"/>
                </w:rPr>
                <w:t>file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eastAsia="ru-RU"/>
                </w:rPr>
                <w:t>/1791164/</w:t>
              </w:r>
            </w:hyperlink>
            <w:r w:rsidRPr="00747FD6">
              <w:rPr>
                <w:rFonts w:ascii="Times New Roman" w:hAnsi="Times New Roman"/>
                <w:sz w:val="28"/>
                <w:szCs w:val="28"/>
              </w:rPr>
              <w:t xml:space="preserve"> задания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7FD6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7FD6">
              <w:rPr>
                <w:rFonts w:ascii="Times New Roman" w:hAnsi="Times New Roman"/>
                <w:sz w:val="28"/>
                <w:szCs w:val="28"/>
              </w:rPr>
              <w:t>а, в;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5;</w:t>
            </w:r>
          </w:p>
          <w:p w:rsidR="00337026" w:rsidRPr="00747FD6" w:rsidRDefault="00337026" w:rsidP="002E746C">
            <w:pPr>
              <w:spacing w:after="0" w:line="240" w:lineRule="auto"/>
              <w:ind w:left="34" w:firstLine="2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6">
              <w:rPr>
                <w:rFonts w:ascii="Times New Roman" w:hAnsi="Times New Roman"/>
                <w:color w:val="1A1A1A"/>
                <w:sz w:val="28"/>
                <w:szCs w:val="28"/>
                <w:lang w:eastAsia="ru-RU"/>
              </w:rPr>
              <w:t>аудиокурс (</w:t>
            </w:r>
            <w:r w:rsidRPr="00747FD6">
              <w:rPr>
                <w:rFonts w:ascii="Times New Roman" w:hAnsi="Times New Roman"/>
                <w:color w:val="1A1A1A"/>
                <w:sz w:val="28"/>
                <w:szCs w:val="28"/>
                <w:lang w:val="en-US" w:eastAsia="ru-RU"/>
              </w:rPr>
              <w:t>mp</w:t>
            </w:r>
            <w:r w:rsidRPr="00747FD6">
              <w:rPr>
                <w:rFonts w:ascii="Times New Roman" w:hAnsi="Times New Roman"/>
                <w:color w:val="1A1A1A"/>
                <w:sz w:val="28"/>
                <w:szCs w:val="28"/>
                <w:lang w:eastAsia="ru-RU"/>
              </w:rPr>
              <w:t xml:space="preserve">3) к учебнику </w:t>
            </w:r>
            <w:hyperlink r:id="rId17" w:history="1"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http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://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old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.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prosv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.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ru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umk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horizonte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umk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horizonte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info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.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aspx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?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ob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_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no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=40581</w:t>
              </w:r>
            </w:hyperlink>
          </w:p>
        </w:tc>
      </w:tr>
      <w:tr w:rsidR="00337026" w:rsidRPr="00643E11" w:rsidTr="00643E11">
        <w:tc>
          <w:tcPr>
            <w:tcW w:w="3964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Шаг 6</w:t>
            </w:r>
          </w:p>
        </w:tc>
        <w:tc>
          <w:tcPr>
            <w:tcW w:w="10596" w:type="dxa"/>
          </w:tcPr>
          <w:p w:rsidR="00337026" w:rsidRPr="00747FD6" w:rsidRDefault="00337026" w:rsidP="00456C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7FD6">
              <w:rPr>
                <w:rFonts w:ascii="Times New Roman" w:hAnsi="Times New Roman"/>
                <w:sz w:val="28"/>
                <w:szCs w:val="28"/>
              </w:rPr>
              <w:t>Работа по учебнику с.42</w:t>
            </w:r>
          </w:p>
          <w:p w:rsidR="00337026" w:rsidRPr="00747FD6" w:rsidRDefault="00337026" w:rsidP="00456C51">
            <w:pPr>
              <w:spacing w:after="0" w:line="240" w:lineRule="auto"/>
              <w:ind w:left="34" w:firstLine="2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6">
              <w:rPr>
                <w:rFonts w:ascii="Times New Roman" w:hAnsi="Times New Roman"/>
                <w:sz w:val="28"/>
                <w:szCs w:val="28"/>
              </w:rPr>
              <w:t xml:space="preserve">Мой школьный день. </w:t>
            </w:r>
            <w:r>
              <w:rPr>
                <w:rFonts w:ascii="Times New Roman" w:hAnsi="Times New Roman"/>
                <w:color w:val="1A1A1A"/>
                <w:sz w:val="28"/>
                <w:szCs w:val="28"/>
                <w:lang w:eastAsia="ru-RU"/>
              </w:rPr>
              <w:t>У</w:t>
            </w:r>
            <w:r w:rsidRPr="00747FD6">
              <w:rPr>
                <w:rFonts w:ascii="Times New Roman" w:hAnsi="Times New Roman"/>
                <w:color w:val="1A1A1A"/>
                <w:sz w:val="28"/>
                <w:szCs w:val="28"/>
                <w:lang w:eastAsia="ru-RU"/>
              </w:rPr>
              <w:t xml:space="preserve">чебник </w:t>
            </w:r>
            <w:r w:rsidRPr="00747FD6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- </w:t>
            </w:r>
            <w:hyperlink r:id="rId18" w:history="1"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http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://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nashol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.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com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/2014112880950/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nemeckii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-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yazik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-5-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klass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-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averin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-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m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-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m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-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djin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-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f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-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rorman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-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l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-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zbrankova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-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m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-2011.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html</w:t>
              </w:r>
            </w:hyperlink>
            <w:r w:rsidRPr="00747FD6">
              <w:rPr>
                <w:rFonts w:ascii="Times New Roman" w:hAnsi="Times New Roman"/>
                <w:color w:val="1A1A1A"/>
                <w:sz w:val="28"/>
                <w:szCs w:val="28"/>
                <w:lang w:eastAsia="ru-RU"/>
              </w:rPr>
              <w:t xml:space="preserve"> аудиокурс (</w:t>
            </w:r>
            <w:r w:rsidRPr="00747FD6">
              <w:rPr>
                <w:rFonts w:ascii="Times New Roman" w:hAnsi="Times New Roman"/>
                <w:color w:val="1A1A1A"/>
                <w:sz w:val="28"/>
                <w:szCs w:val="28"/>
                <w:lang w:val="en-US" w:eastAsia="ru-RU"/>
              </w:rPr>
              <w:t>mp</w:t>
            </w:r>
            <w:r w:rsidRPr="00747FD6">
              <w:rPr>
                <w:rFonts w:ascii="Times New Roman" w:hAnsi="Times New Roman"/>
                <w:color w:val="1A1A1A"/>
                <w:sz w:val="28"/>
                <w:szCs w:val="28"/>
                <w:lang w:eastAsia="ru-RU"/>
              </w:rPr>
              <w:t xml:space="preserve">3) к учебнику </w:t>
            </w:r>
            <w:hyperlink r:id="rId19" w:history="1"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http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://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old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.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prosv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.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ru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umk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horizonte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umk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horizonte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/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info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.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aspx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?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ob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_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  <w:lang w:val="de-DE"/>
                </w:rPr>
                <w:t>no</w:t>
              </w:r>
              <w:r w:rsidRPr="00747FD6">
                <w:rPr>
                  <w:rStyle w:val="Hyperlink"/>
                  <w:rFonts w:ascii="Times New Roman" w:hAnsi="Times New Roman"/>
                  <w:sz w:val="28"/>
                  <w:szCs w:val="28"/>
                </w:rPr>
                <w:t>=40581</w:t>
              </w:r>
            </w:hyperlink>
          </w:p>
        </w:tc>
      </w:tr>
      <w:tr w:rsidR="00337026" w:rsidRPr="00643E11" w:rsidTr="00643E11">
        <w:tc>
          <w:tcPr>
            <w:tcW w:w="3964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Шаг 7</w:t>
            </w:r>
          </w:p>
        </w:tc>
        <w:tc>
          <w:tcPr>
            <w:tcW w:w="10596" w:type="dxa"/>
          </w:tcPr>
          <w:p w:rsidR="00337026" w:rsidRPr="00747FD6" w:rsidRDefault="00337026" w:rsidP="00456C51">
            <w:pPr>
              <w:spacing w:after="0" w:line="240" w:lineRule="auto"/>
              <w:ind w:left="34" w:firstLine="2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6">
              <w:rPr>
                <w:rFonts w:ascii="Times New Roman" w:hAnsi="Times New Roman"/>
                <w:sz w:val="28"/>
                <w:szCs w:val="28"/>
              </w:rPr>
              <w:t>Написать электронное письмо своему другу по образцу.</w:t>
            </w:r>
          </w:p>
        </w:tc>
      </w:tr>
      <w:tr w:rsidR="00337026" w:rsidRPr="00643E11" w:rsidTr="00643E11">
        <w:tc>
          <w:tcPr>
            <w:tcW w:w="3964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10596" w:type="dxa"/>
          </w:tcPr>
          <w:p w:rsidR="00337026" w:rsidRPr="00747FD6" w:rsidRDefault="0033702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7FD6">
              <w:rPr>
                <w:rFonts w:ascii="Times New Roman" w:hAnsi="Times New Roman"/>
                <w:sz w:val="28"/>
                <w:szCs w:val="28"/>
              </w:rPr>
              <w:t>Закончить работу по написанию электронного письма своему другу по образцу.</w:t>
            </w:r>
          </w:p>
        </w:tc>
      </w:tr>
    </w:tbl>
    <w:p w:rsidR="00337026" w:rsidRDefault="00337026"/>
    <w:p w:rsidR="00337026" w:rsidRPr="00AC0EF5" w:rsidRDefault="00337026" w:rsidP="00747FD6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37026" w:rsidRPr="000C04D5" w:rsidRDefault="00337026" w:rsidP="000C04D5">
      <w:pPr>
        <w:spacing w:after="0" w:line="240" w:lineRule="auto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AC0EF5">
        <w:rPr>
          <w:rFonts w:ascii="Times New Roman" w:hAnsi="Times New Roman"/>
          <w:sz w:val="28"/>
          <w:szCs w:val="28"/>
        </w:rPr>
        <w:t xml:space="preserve">Если возникнут вопросы, звоните по номеру 89205592665 или пишите на почту </w:t>
      </w:r>
      <w:hyperlink r:id="rId20" w:history="1">
        <w:r w:rsidRPr="00AC0EF5">
          <w:rPr>
            <w:rFonts w:ascii="Times New Roman" w:hAnsi="Times New Roman"/>
            <w:sz w:val="28"/>
            <w:szCs w:val="28"/>
            <w:u w:val="single"/>
            <w:shd w:val="clear" w:color="auto" w:fill="FFFFFF"/>
            <w:lang w:val="en-US"/>
          </w:rPr>
          <w:t>Rjad</w:t>
        </w:r>
        <w:r w:rsidRPr="00AC0EF5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2015martinoch@yandex.ru</w:t>
        </w:r>
      </w:hyperlink>
    </w:p>
    <w:sectPr w:rsidR="00337026" w:rsidRPr="000C04D5" w:rsidSect="008D40B4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E0A5A"/>
    <w:multiLevelType w:val="hybridMultilevel"/>
    <w:tmpl w:val="269C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476"/>
    <w:rsid w:val="00046BA2"/>
    <w:rsid w:val="000C04D5"/>
    <w:rsid w:val="00294D12"/>
    <w:rsid w:val="002E746C"/>
    <w:rsid w:val="00312927"/>
    <w:rsid w:val="00337026"/>
    <w:rsid w:val="0038497E"/>
    <w:rsid w:val="00447DC3"/>
    <w:rsid w:val="00456C51"/>
    <w:rsid w:val="004A1E0F"/>
    <w:rsid w:val="004C5A51"/>
    <w:rsid w:val="00624476"/>
    <w:rsid w:val="00626F7E"/>
    <w:rsid w:val="00643E11"/>
    <w:rsid w:val="0070658C"/>
    <w:rsid w:val="00747FD6"/>
    <w:rsid w:val="007C4194"/>
    <w:rsid w:val="007F5E98"/>
    <w:rsid w:val="00876C7A"/>
    <w:rsid w:val="008D40B4"/>
    <w:rsid w:val="008F3B3E"/>
    <w:rsid w:val="00913247"/>
    <w:rsid w:val="009C7EA7"/>
    <w:rsid w:val="00AC0EF5"/>
    <w:rsid w:val="00AE3A94"/>
    <w:rsid w:val="00BE3DD7"/>
    <w:rsid w:val="00BE6584"/>
    <w:rsid w:val="00C92F60"/>
    <w:rsid w:val="00D66B38"/>
    <w:rsid w:val="00E1150F"/>
    <w:rsid w:val="00E15BB7"/>
    <w:rsid w:val="00E2593C"/>
    <w:rsid w:val="00F0397E"/>
    <w:rsid w:val="00F17D48"/>
    <w:rsid w:val="00FB6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B3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F3B3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F3B3E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99"/>
    <w:qFormat/>
    <w:rsid w:val="008F3B3E"/>
    <w:pPr>
      <w:ind w:left="720"/>
      <w:contextualSpacing/>
    </w:pPr>
  </w:style>
  <w:style w:type="character" w:customStyle="1" w:styleId="watch-title">
    <w:name w:val="watch-title"/>
    <w:basedOn w:val="DefaultParagraphFont"/>
    <w:uiPriority w:val="99"/>
    <w:rsid w:val="009C7EA7"/>
    <w:rPr>
      <w:rFonts w:cs="Times New Roman"/>
      <w:sz w:val="24"/>
      <w:szCs w:val="24"/>
      <w:bdr w:val="none" w:sz="0" w:space="0" w:color="auto" w:frame="1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ingapps.org/1507846" TargetMode="External"/><Relationship Id="rId13" Type="http://schemas.openxmlformats.org/officeDocument/2006/relationships/hyperlink" Target="http://old.prosv.ru/umk/horizonte/umk/horizonte/info.aspx?ob_no=40581" TargetMode="External"/><Relationship Id="rId18" Type="http://schemas.openxmlformats.org/officeDocument/2006/relationships/hyperlink" Target="http://nashol.com/2014112880950/nemeckii-yazik-5-klass-averin-m-m-djin-f-rorman-l-zbrankova-m-2011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de-online.ru/index/samye_vazhnye_slova_nemeckogo_jazyka/0-243" TargetMode="External"/><Relationship Id="rId12" Type="http://schemas.openxmlformats.org/officeDocument/2006/relationships/hyperlink" Target="http://www.twirpx.com/file/1791164/" TargetMode="External"/><Relationship Id="rId17" Type="http://schemas.openxmlformats.org/officeDocument/2006/relationships/hyperlink" Target="http://old.prosv.ru/umk/horizonte/umk/horizonte/info.aspx?ob_no=4058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wirpx.com/file/1791164/" TargetMode="External"/><Relationship Id="rId20" Type="http://schemas.openxmlformats.org/officeDocument/2006/relationships/hyperlink" Target="mailto:Rjad2015martinoch@yandex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twirpx.com/file/1791164/" TargetMode="External"/><Relationship Id="rId11" Type="http://schemas.openxmlformats.org/officeDocument/2006/relationships/hyperlink" Target="http://www.de-online.ru/igry_dlya_izucheniya_nemeckogo_yasyka" TargetMode="External"/><Relationship Id="rId5" Type="http://schemas.openxmlformats.org/officeDocument/2006/relationships/hyperlink" Target="http://nashol.com/2014112880950/nemeckii-yazik-5-klass-averin-m-m-djin-f-rorman-l-zbrankova-m-2011.html" TargetMode="External"/><Relationship Id="rId15" Type="http://schemas.openxmlformats.org/officeDocument/2006/relationships/hyperlink" Target="https://igh-heidelberg.com/ueber-uns/video-rundgang" TargetMode="External"/><Relationship Id="rId10" Type="http://schemas.openxmlformats.org/officeDocument/2006/relationships/hyperlink" Target="http://learningapps.org/1172135" TargetMode="External"/><Relationship Id="rId19" Type="http://schemas.openxmlformats.org/officeDocument/2006/relationships/hyperlink" Target="http://old.prosv.ru/umk/horizonte/umk/horizonte/info.aspx?ob_no=4058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arningapps.org/1172135" TargetMode="External"/><Relationship Id="rId14" Type="http://schemas.openxmlformats.org/officeDocument/2006/relationships/hyperlink" Target="http://www.igh.hd.bw.schule.d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85</TotalTime>
  <Pages>3</Pages>
  <Words>528</Words>
  <Characters>3010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евсюкова</dc:creator>
  <cp:keywords/>
  <dc:description/>
  <cp:lastModifiedBy>Microsoft Office</cp:lastModifiedBy>
  <cp:revision>13</cp:revision>
  <dcterms:created xsi:type="dcterms:W3CDTF">2020-04-03T16:25:00Z</dcterms:created>
  <dcterms:modified xsi:type="dcterms:W3CDTF">2020-04-06T05:55:00Z</dcterms:modified>
</cp:coreProperties>
</file>