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4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08"/>
        <w:gridCol w:w="185"/>
        <w:gridCol w:w="13152"/>
      </w:tblGrid>
      <w:tr w:rsidR="003220F7" w:rsidRPr="008B31ED">
        <w:trPr>
          <w:trHeight w:val="569"/>
        </w:trPr>
        <w:tc>
          <w:tcPr>
            <w:tcW w:w="15245" w:type="dxa"/>
            <w:gridSpan w:val="3"/>
          </w:tcPr>
          <w:p w:rsidR="003220F7" w:rsidRPr="008B31ED" w:rsidRDefault="003220F7" w:rsidP="008B31ED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31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Дата: 28.05.2020</w:t>
            </w:r>
            <w:r w:rsidRPr="008B31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  <w:t xml:space="preserve">                                 Маршрутный лист по информатике 8 класс</w:t>
            </w:r>
          </w:p>
        </w:tc>
      </w:tr>
      <w:tr w:rsidR="003220F7" w:rsidRPr="008B31ED">
        <w:trPr>
          <w:trHeight w:val="407"/>
        </w:trPr>
        <w:tc>
          <w:tcPr>
            <w:tcW w:w="2093" w:type="dxa"/>
            <w:gridSpan w:val="2"/>
          </w:tcPr>
          <w:p w:rsidR="003220F7" w:rsidRPr="008B31ED" w:rsidRDefault="003220F7" w:rsidP="008B31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Тема:</w:t>
            </w:r>
          </w:p>
        </w:tc>
        <w:tc>
          <w:tcPr>
            <w:tcW w:w="13152" w:type="dxa"/>
          </w:tcPr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  <w:t>Урок–игра «Информационный Лабиринт»</w:t>
            </w:r>
          </w:p>
        </w:tc>
      </w:tr>
      <w:tr w:rsidR="003220F7" w:rsidRPr="008B31ED">
        <w:trPr>
          <w:trHeight w:val="699"/>
        </w:trPr>
        <w:tc>
          <w:tcPr>
            <w:tcW w:w="2093" w:type="dxa"/>
            <w:gridSpan w:val="2"/>
          </w:tcPr>
          <w:p w:rsidR="003220F7" w:rsidRPr="008B31ED" w:rsidRDefault="003220F7" w:rsidP="008B3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Цель</w:t>
            </w: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:</w:t>
            </w:r>
          </w:p>
        </w:tc>
        <w:tc>
          <w:tcPr>
            <w:tcW w:w="13152" w:type="dxa"/>
          </w:tcPr>
          <w:p w:rsidR="003220F7" w:rsidRPr="008B31ED" w:rsidRDefault="003220F7" w:rsidP="008B31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Повторить теорию ранее изученного материала и практически его применить, использовать различные виды представления информации. Развивать познавательный интерес учащихся к информатике</w:t>
            </w: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.</w:t>
            </w:r>
          </w:p>
        </w:tc>
      </w:tr>
      <w:tr w:rsidR="003220F7" w:rsidRPr="008B31ED">
        <w:trPr>
          <w:trHeight w:val="4953"/>
        </w:trPr>
        <w:tc>
          <w:tcPr>
            <w:tcW w:w="15245" w:type="dxa"/>
            <w:gridSpan w:val="3"/>
          </w:tcPr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6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последнем в 8 классе уроке информатики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я</w:t>
            </w:r>
            <w:r w:rsidRPr="002C6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предлагаю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вам </w:t>
            </w:r>
            <w:r w:rsidRPr="002C6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поиграть в игру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  <w:t>Урок –игра «Информационный лабиринт»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предполагает прохождение определенных этапов. 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За каждое верно выполненное задание вы получает один балл  (Итого: 5 заданий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- 5 баллов).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48"/>
                <w:szCs w:val="48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48"/>
                <w:szCs w:val="48"/>
              </w:rPr>
              <w:t>УДАЧИ!!!!!!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48"/>
                <w:szCs w:val="48"/>
              </w:rPr>
            </w:pPr>
          </w:p>
          <w:p w:rsidR="003220F7" w:rsidRPr="002C6E65" w:rsidRDefault="003220F7" w:rsidP="002C6E6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  <w:t>Первый поворот лабиринта</w:t>
            </w: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</w:rPr>
              <w:t>«</w:t>
            </w: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6"/>
                <w:szCs w:val="36"/>
                <w:highlight w:val="yellow"/>
                <w:u w:val="single"/>
              </w:rPr>
              <w:t>Перестановки</w:t>
            </w: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</w:rPr>
              <w:t>»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  <w:t>Задание:</w:t>
            </w: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вам будут даны слова, в каждом нужно переставить буквы таким образом, чтобы получились понятия, связанные с информатикой.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1ED">
              <w:rPr>
                <w:rFonts w:ascii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http://ped-kopilka.ru/upload/blogs/24557_364a155b5dfcc3d04c10cca032622337.jpg.jpg" style="width:254.25pt;height:146.25pt;visibility:visible">
                  <v:imagedata r:id="rId4" o:title=""/>
                </v:shape>
              </w:pic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</w:pP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  <w:t>Второй поворот «</w:t>
            </w: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6"/>
                <w:szCs w:val="36"/>
                <w:highlight w:val="yellow"/>
                <w:u w:val="single"/>
              </w:rPr>
              <w:t>Великие мудрецы</w:t>
            </w: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  <w:t>»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  <w:t>Вам предстоит ответить на вопросы</w:t>
            </w:r>
          </w:p>
          <w:p w:rsidR="003220F7" w:rsidRPr="008B31ED" w:rsidRDefault="003220F7" w:rsidP="008B31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1. Наука о законах, методах и способах накопления, обработки и передачи информации. </w:t>
            </w:r>
          </w:p>
          <w:p w:rsidR="003220F7" w:rsidRPr="008B31ED" w:rsidRDefault="003220F7" w:rsidP="008B31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2. Устройство ввода звуковой информации в компьютер. </w:t>
            </w:r>
          </w:p>
          <w:p w:rsidR="003220F7" w:rsidRPr="008B31ED" w:rsidRDefault="003220F7" w:rsidP="008B31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3. Организованная последовательность действий. </w:t>
            </w:r>
          </w:p>
          <w:p w:rsidR="003220F7" w:rsidRPr="008B31ED" w:rsidRDefault="003220F7" w:rsidP="008B31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4. Сколько байт в одном килобайте?</w:t>
            </w:r>
          </w:p>
          <w:p w:rsidR="003220F7" w:rsidRPr="008B31ED" w:rsidRDefault="003220F7" w:rsidP="008B31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5. Огнестрельное название жесткого диска.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</w:pP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</w:pP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  <w:t>Переходим к третьему повороту «</w:t>
            </w: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6"/>
                <w:szCs w:val="36"/>
                <w:highlight w:val="yellow"/>
                <w:u w:val="single"/>
              </w:rPr>
              <w:t>Сопоставление</w:t>
            </w: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  <w:t>».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ind w:left="708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Вы получаете карточку, на которой перечисляются различные действия с информацией. 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ind w:left="708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  <w:t>Нужно отнести каждое действие к какому-нибудь информационному процессу</w:t>
            </w: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. </w:t>
            </w: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ind w:left="708"/>
              <w:jc w:val="center"/>
              <w:rPr>
                <w:rFonts w:ascii="Times New Roman" w:hAnsi="Times New Roman" w:cs="Times New Roman"/>
              </w:rPr>
            </w:pPr>
            <w:r w:rsidRPr="008B31ED">
              <w:rPr>
                <w:rFonts w:ascii="Times New Roman" w:hAnsi="Times New Roman" w:cs="Times New Roman"/>
                <w:noProof/>
                <w:color w:val="000000"/>
                <w:sz w:val="32"/>
                <w:szCs w:val="32"/>
                <w:lang w:eastAsia="ru-RU"/>
              </w:rPr>
              <w:pict>
                <v:shape id="Рисунок 3" o:spid="_x0000_i1026" type="#_x0000_t75" alt="http://ped-kopilka.ru/upload/blogs/24557_66954b0d50bceca5a9a90aa2737ad97a.jpg.jpg" style="width:434.25pt;height:255pt;visibility:visible">
                  <v:imagedata r:id="rId5" o:title=""/>
                </v:shape>
              </w:pict>
            </w:r>
          </w:p>
          <w:p w:rsidR="003220F7" w:rsidRPr="008B31ED" w:rsidRDefault="003220F7" w:rsidP="008B31ED">
            <w:pPr>
              <w:spacing w:after="0" w:line="240" w:lineRule="auto"/>
              <w:ind w:left="-7371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Пятый поворот</w:t>
            </w:r>
            <w:r w:rsidRPr="008B31ED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«Ребусы».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  <w:t>Четвертый поворот «Ребусы»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Вы умеете разгадывать ребусы? Какую роль в ребусах играют запятые?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Если перед рисунком нарисованы запятые, значит надо убрать столько букв, сколько запятых.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Если запятые перевернуты, то убираем буквы из конца слова.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  <w:t>Перед вами – карточки с ребусами. Давайте их разгадаем!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</w:pPr>
          </w:p>
          <w:p w:rsidR="003220F7" w:rsidRPr="008B31ED" w:rsidRDefault="003220F7" w:rsidP="008B31ED">
            <w:pPr>
              <w:tabs>
                <w:tab w:val="left" w:pos="426"/>
              </w:tabs>
              <w:spacing w:after="0" w:line="240" w:lineRule="auto"/>
              <w:ind w:left="708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pict>
                <v:shape id="Рисунок 5" o:spid="_x0000_s1026" type="#_x0000_t75" alt="http://ped-kopilka.ru/upload/blogs/24557_c4ad4dfa34fd4e4f76dd99e69af364c3.jpg.jpg" style="position:absolute;left:0;text-align:left;margin-left:449.55pt;margin-top:19.4pt;width:294.75pt;height:122.25pt;z-index:251658240;visibility:visible">
                  <v:imagedata r:id="rId6" o:title=""/>
                </v:shape>
              </w:pict>
            </w:r>
            <w:r w:rsidRPr="008B31ED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4" o:spid="_x0000_i1027" type="#_x0000_t75" alt="http://ped-kopilka.ru/upload/blogs/24557_08497356b766f08be4f279e23dc4d916.jpg.jpg" style="width:353.25pt;height:140.25pt;visibility:visible">
                  <v:imagedata r:id="rId7" o:title=""/>
                </v:shape>
              </w:pict>
            </w:r>
          </w:p>
          <w:p w:rsidR="003220F7" w:rsidRPr="002C6E65" w:rsidRDefault="003220F7" w:rsidP="008B31ED">
            <w:pPr>
              <w:tabs>
                <w:tab w:val="left" w:pos="426"/>
              </w:tabs>
              <w:spacing w:after="0" w:line="240" w:lineRule="auto"/>
              <w:ind w:left="1416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pict>
                <v:shape id="Рисунок 7" o:spid="_x0000_s1027" type="#_x0000_t75" alt="http://ped-kopilka.ru/upload/blogs/24557_f957fd26e9aa16765f7091803883a8bf.jpg.jpg" style="position:absolute;left:0;text-align:left;margin-left:361.05pt;margin-top:8.45pt;width:358.95pt;height:110.95pt;z-index:251659264;visibility:visible">
                  <v:imagedata r:id="rId8" o:title=""/>
                </v:shape>
              </w:pict>
            </w:r>
            <w:r w:rsidRPr="008B31ED">
              <w:rPr>
                <w:rFonts w:ascii="Times New Roman" w:hAnsi="Times New Roman" w:cs="Times New Roman"/>
                <w:noProof/>
                <w:lang w:eastAsia="ru-RU"/>
              </w:rPr>
              <w:pict>
                <v:shape id="Рисунок 6" o:spid="_x0000_i1028" type="#_x0000_t75" alt="http://ped-kopilka.ru/upload/blogs/24557_2ce10be54ac7c38418042af066603df8.jpg.jpg" style="width:212.25pt;height:108.75pt;visibility:visible">
                  <v:imagedata r:id="rId9" o:title=""/>
                </v:shape>
              </w:pict>
            </w:r>
            <w:r w:rsidRPr="008B31ED">
              <w:rPr>
                <w:rFonts w:ascii="Times New Roman" w:hAnsi="Times New Roman" w:cs="Times New Roman"/>
              </w:rPr>
              <w:t xml:space="preserve">  </w:t>
            </w:r>
          </w:p>
          <w:p w:rsidR="003220F7" w:rsidRPr="008B31ED" w:rsidRDefault="003220F7" w:rsidP="008B31ED">
            <w:pPr>
              <w:spacing w:after="0" w:line="240" w:lineRule="auto"/>
              <w:ind w:left="-7371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И последний, </w:t>
            </w:r>
            <w:r w:rsidRPr="008B31ED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седьмой поворот</w:t>
            </w:r>
            <w:r w:rsidRPr="008B31ED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«Шифровка».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  <w:r>
              <w:rPr>
                <w:noProof/>
                <w:lang w:eastAsia="ru-RU"/>
              </w:rPr>
              <w:pict>
                <v:shape id="Рисунок 12" o:spid="_x0000_s1028" type="#_x0000_t75" alt="http://ped-kopilka.ru/upload/blogs/24557_99e0eecdf6e279619cea1ebe3772ba47.jpg.jpg" style="position:absolute;left:0;text-align:left;margin-left:458.65pt;margin-top:32.45pt;width:262.5pt;height:203.05pt;z-index:-251656192;visibility:visible" wrapcoords="-62 0 -62 21525 21600 21525 21600 0 -62 0">
                  <v:imagedata r:id="rId10" o:title=""/>
                  <w10:wrap type="tight"/>
                </v:shape>
              </w:pict>
            </w:r>
            <w:r w:rsidRPr="008B31ED"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highlight w:val="yellow"/>
                <w:u w:val="single"/>
              </w:rPr>
              <w:t>И последний, пятый поворот «Шифровка»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</w:pP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b/>
                <w:bCs/>
                <w:color w:val="0000CC"/>
                <w:sz w:val="32"/>
                <w:szCs w:val="32"/>
              </w:rPr>
              <w:t>Фраза которую надо раскодировать</w:t>
            </w: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представлена в таблице, каждая ячейка которой имеет своё имя. 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Имя ячейки начинается с буквы – это заголовок столбца, 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B31E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число – это номер строки.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Удачи!</w:t>
            </w: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</w:p>
          <w:p w:rsidR="003220F7" w:rsidRPr="008B31ED" w:rsidRDefault="003220F7" w:rsidP="008B31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sz w:val="32"/>
                <w:szCs w:val="32"/>
                <w:u w:val="single"/>
              </w:rPr>
            </w:pPr>
          </w:p>
          <w:p w:rsidR="003220F7" w:rsidRPr="008B31ED" w:rsidRDefault="003220F7" w:rsidP="008B31ED">
            <w:pPr>
              <w:tabs>
                <w:tab w:val="left" w:pos="426"/>
                <w:tab w:val="left" w:pos="454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20F7" w:rsidRPr="008B31ED" w:rsidTr="002C6E65">
        <w:trPr>
          <w:trHeight w:val="402"/>
        </w:trPr>
        <w:tc>
          <w:tcPr>
            <w:tcW w:w="1908" w:type="dxa"/>
          </w:tcPr>
          <w:p w:rsidR="003220F7" w:rsidRPr="00D5615C" w:rsidRDefault="003220F7" w:rsidP="002C6E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61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Домашнее задание:</w:t>
            </w:r>
          </w:p>
          <w:p w:rsidR="003220F7" w:rsidRPr="008B31ED" w:rsidRDefault="003220F7" w:rsidP="008B31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37" w:type="dxa"/>
            <w:gridSpan w:val="2"/>
          </w:tcPr>
          <w:p w:rsidR="003220F7" w:rsidRPr="00A15BD7" w:rsidRDefault="003220F7" w:rsidP="002C6E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Pr="00A15B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  <w:p w:rsidR="003220F7" w:rsidRPr="00A15BD7" w:rsidRDefault="003220F7" w:rsidP="002C6E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B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(фото или </w:t>
            </w:r>
            <w:r w:rsidRPr="00A15BD7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 xml:space="preserve">скрин с ответами на данные задания  </w:t>
            </w:r>
            <w:r w:rsidRPr="00A15B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прислать на электронную почту  </w:t>
            </w:r>
            <w:hyperlink r:id="rId11" w:history="1">
              <w:r w:rsidRPr="00A15BD7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vsabinina</w:t>
              </w:r>
              <w:r w:rsidRPr="00A15BD7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2@</w:t>
              </w:r>
              <w:r w:rsidRPr="00A15BD7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yandex</w:t>
              </w:r>
              <w:r w:rsidRPr="00A15BD7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.</w:t>
              </w:r>
              <w:r w:rsidRPr="00A15BD7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ru</w:t>
              </w:r>
            </w:hyperlink>
            <w:r w:rsidRPr="00A15B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3220F7" w:rsidRPr="00A15BD7" w:rsidRDefault="003220F7" w:rsidP="002C6E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5B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Если возникают вопросы, можно зада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ть по телефону 89205734409 ).</w:t>
            </w:r>
          </w:p>
          <w:p w:rsidR="003220F7" w:rsidRPr="008B31ED" w:rsidRDefault="003220F7" w:rsidP="002C6E65">
            <w:pPr>
              <w:tabs>
                <w:tab w:val="left" w:pos="34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220F7" w:rsidRPr="00A05F1B" w:rsidRDefault="003220F7" w:rsidP="00A05F1B">
      <w:pPr>
        <w:spacing w:after="0" w:line="240" w:lineRule="auto"/>
        <w:rPr>
          <w:rFonts w:ascii="Times New Roman" w:hAnsi="Times New Roman" w:cs="Times New Roman"/>
        </w:rPr>
      </w:pPr>
    </w:p>
    <w:sectPr w:rsidR="003220F7" w:rsidRPr="00A05F1B" w:rsidSect="00A05F1B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982"/>
    <w:rsid w:val="000E19E5"/>
    <w:rsid w:val="002C1781"/>
    <w:rsid w:val="002C6E65"/>
    <w:rsid w:val="003220F7"/>
    <w:rsid w:val="0049668C"/>
    <w:rsid w:val="006D0DBA"/>
    <w:rsid w:val="008B31ED"/>
    <w:rsid w:val="009F3760"/>
    <w:rsid w:val="00A05F1B"/>
    <w:rsid w:val="00A15BD7"/>
    <w:rsid w:val="00A310C2"/>
    <w:rsid w:val="00A45982"/>
    <w:rsid w:val="00B907B6"/>
    <w:rsid w:val="00BF64FD"/>
    <w:rsid w:val="00D5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98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4598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45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598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2C6E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mailto:vsabinina2@yandex.ru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320</Words>
  <Characters>1824</Characters>
  <Application>Microsoft Office Outlook</Application>
  <DocSecurity>0</DocSecurity>
  <Lines>0</Lines>
  <Paragraphs>0</Paragraphs>
  <ScaleCrop>false</ScaleCrop>
  <Company>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User</cp:lastModifiedBy>
  <cp:revision>3</cp:revision>
  <dcterms:created xsi:type="dcterms:W3CDTF">2020-05-27T10:17:00Z</dcterms:created>
  <dcterms:modified xsi:type="dcterms:W3CDTF">2020-05-27T12:13:00Z</dcterms:modified>
</cp:coreProperties>
</file>